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EC670" w14:textId="77777777" w:rsidR="000C54D9" w:rsidRDefault="000C54D9" w:rsidP="000C54D9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31968" behindDoc="0" locked="0" layoutInCell="1" allowOverlap="1" wp14:anchorId="380A37CD" wp14:editId="7B0B8B3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0" name="Picture 1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30944" behindDoc="0" locked="0" layoutInCell="1" allowOverlap="1" wp14:anchorId="04E88B5C" wp14:editId="6836FBE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1" name="Picture 1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13.3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3E4FB2C5" w14:textId="77777777" w:rsidR="000C54D9" w:rsidRDefault="000C54D9" w:rsidP="000C54D9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0C54D9" w:rsidRPr="00A06D07" w14:paraId="55CBCAEF" w14:textId="77777777" w:rsidTr="00EA596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128A019E" w14:textId="77777777" w:rsidR="000C54D9" w:rsidRPr="00A06D07" w:rsidRDefault="000C54D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536CB9E7" w14:textId="77777777" w:rsidR="000C54D9" w:rsidRPr="00214677" w:rsidRDefault="000C54D9" w:rsidP="00EA5960">
            <w:pPr>
              <w:tabs>
                <w:tab w:val="left" w:pos="1440"/>
              </w:tabs>
              <w:spacing w:before="120" w:after="0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The exchange rate is £</w:t>
            </w:r>
            <w:proofErr w:type="gramStart"/>
            <w:r w:rsidRPr="00214677">
              <w:rPr>
                <w:rFonts w:ascii="Century Gothic" w:hAnsi="Century Gothic"/>
              </w:rPr>
              <w:t>1 :</w:t>
            </w:r>
            <w:proofErr w:type="gramEnd"/>
            <w:r w:rsidRPr="00214677">
              <w:rPr>
                <w:rFonts w:ascii="Century Gothic" w:hAnsi="Century Gothic"/>
              </w:rPr>
              <w:t xml:space="preserve"> $25.3</w:t>
            </w:r>
          </w:p>
          <w:p w14:paraId="0D24B2E8" w14:textId="77777777" w:rsidR="000C54D9" w:rsidRPr="00214677" w:rsidRDefault="000C54D9" w:rsidP="00EA5960">
            <w:pPr>
              <w:tabs>
                <w:tab w:val="left" w:pos="1440"/>
              </w:tabs>
              <w:spacing w:before="120" w:after="0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How much is $750 in pounds?</w:t>
            </w:r>
          </w:p>
          <w:p w14:paraId="53F0158B" w14:textId="77777777" w:rsidR="000C54D9" w:rsidRPr="00214677" w:rsidRDefault="000C54D9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3C77563B" w14:textId="77777777" w:rsidR="000C54D9" w:rsidRPr="00214677" w:rsidRDefault="000C54D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4933DC04" w14:textId="77777777" w:rsidR="000C54D9" w:rsidRPr="00214677" w:rsidRDefault="000C54D9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214677">
              <w:rPr>
                <w:rFonts w:ascii="Century Gothic" w:hAnsi="Century Gothic" w:cs="Tahoma"/>
              </w:rPr>
              <w:t xml:space="preserve">If </w:t>
            </w:r>
            <m:oMath>
              <m:r>
                <w:rPr>
                  <w:rFonts w:ascii="Cambria Math" w:hAnsi="Cambria Math" w:cs="Tahoma"/>
                </w:rPr>
                <m:t>a=5</m:t>
              </m:r>
            </m:oMath>
            <w:r w:rsidRPr="00214677">
              <w:rPr>
                <w:rFonts w:ascii="Century Gothic" w:eastAsiaTheme="minorEastAsia" w:hAnsi="Century Gothic" w:cs="Tahoma"/>
              </w:rPr>
              <w:t xml:space="preserve"> and </w:t>
            </w:r>
            <m:oMath>
              <m:r>
                <w:rPr>
                  <w:rFonts w:ascii="Cambria Math" w:eastAsiaTheme="minorEastAsia" w:hAnsi="Cambria Math" w:cs="Tahoma"/>
                </w:rPr>
                <m:t>b=7</m:t>
              </m:r>
            </m:oMath>
            <w:r w:rsidRPr="00214677">
              <w:rPr>
                <w:rFonts w:ascii="Century Gothic" w:eastAsiaTheme="minorEastAsia" w:hAnsi="Century Gothic" w:cs="Tahoma"/>
              </w:rPr>
              <w:t>, work out the value of:</w:t>
            </w:r>
          </w:p>
          <w:p w14:paraId="658C6356" w14:textId="77777777" w:rsidR="000C54D9" w:rsidRPr="00214677" w:rsidRDefault="000C54D9" w:rsidP="00EA5960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  <w:noProof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ahoma"/>
                    <w:noProof/>
                  </w:rPr>
                  <m:t>+b</m:t>
                </m:r>
              </m:oMath>
            </m:oMathPara>
          </w:p>
        </w:tc>
      </w:tr>
      <w:tr w:rsidR="000C54D9" w:rsidRPr="00A06D07" w14:paraId="604CCEE9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63513DC" w14:textId="77777777" w:rsidR="000C54D9" w:rsidRPr="00A06D07" w:rsidRDefault="000C54D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D479B04" w14:textId="77777777" w:rsidR="000C54D9" w:rsidRPr="00214677" w:rsidRDefault="000C54D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The probability of a green counter being selected is 0.2.  How many counters would you expect to be green if a counter was selected 50 times?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F12B5DA" w14:textId="77777777" w:rsidR="000C54D9" w:rsidRPr="00214677" w:rsidRDefault="000C54D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0BD75E64" w14:textId="77777777" w:rsidR="000C54D9" w:rsidRPr="00214677" w:rsidRDefault="000C54D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  <w:r w:rsidRPr="0021467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8112" behindDoc="0" locked="0" layoutInCell="1" allowOverlap="1" wp14:anchorId="206A783B" wp14:editId="2F932276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261620</wp:posOffset>
                  </wp:positionV>
                  <wp:extent cx="695325" cy="1102995"/>
                  <wp:effectExtent l="0" t="0" r="9525" b="1905"/>
                  <wp:wrapSquare wrapText="bothSides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102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C54D9" w:rsidRPr="00A06D07" w14:paraId="7013860B" w14:textId="77777777" w:rsidTr="00EA5960">
        <w:trPr>
          <w:trHeight w:val="2392"/>
        </w:trPr>
        <w:tc>
          <w:tcPr>
            <w:tcW w:w="421" w:type="dxa"/>
            <w:tcBorders>
              <w:right w:val="nil"/>
            </w:tcBorders>
          </w:tcPr>
          <w:p w14:paraId="7DAA9D67" w14:textId="77777777" w:rsidR="000C54D9" w:rsidRPr="00A06D07" w:rsidRDefault="000C54D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156573AE" w14:textId="77777777" w:rsidR="000C54D9" w:rsidRPr="00214677" w:rsidRDefault="000C54D9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A9DD718" wp14:editId="54517F78">
                      <wp:simplePos x="0" y="0"/>
                      <wp:positionH relativeFrom="column">
                        <wp:posOffset>1693545</wp:posOffset>
                      </wp:positionH>
                      <wp:positionV relativeFrom="paragraph">
                        <wp:posOffset>1273175</wp:posOffset>
                      </wp:positionV>
                      <wp:extent cx="59690" cy="59690"/>
                      <wp:effectExtent l="12700" t="12700" r="16510" b="1651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F320D4" id="Oval 2" o:spid="_x0000_s1026" style="position:absolute;margin-left:133.35pt;margin-top:100.25pt;width:4.7pt;height:4.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" fillcolor="#4f81bd [3204]" strokecolor="#243f60 [1604]" strokeweight="2pt"/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59410EF" wp14:editId="2C5A81B5">
                      <wp:simplePos x="0" y="0"/>
                      <wp:positionH relativeFrom="column">
                        <wp:posOffset>1459730</wp:posOffset>
                      </wp:positionH>
                      <wp:positionV relativeFrom="paragraph">
                        <wp:posOffset>1113223</wp:posOffset>
                      </wp:positionV>
                      <wp:extent cx="341644" cy="281354"/>
                      <wp:effectExtent l="0" t="0" r="0" b="444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44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E423B8" w14:textId="77777777" w:rsidR="000C54D9" w:rsidRDefault="000C54D9" w:rsidP="000C54D9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9410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114.95pt;margin-top:87.65pt;width:26.9pt;height:22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" filled="f" stroked="f" strokeweight=".5pt">
                      <v:textbox>
                        <w:txbxContent>
                          <w:p w14:paraId="4EE423B8" w14:textId="77777777" w:rsidR="000C54D9" w:rsidRDefault="000C54D9" w:rsidP="000C54D9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72ED146" wp14:editId="4A1F4013">
                      <wp:simplePos x="0" y="0"/>
                      <wp:positionH relativeFrom="column">
                        <wp:posOffset>3966210</wp:posOffset>
                      </wp:positionH>
                      <wp:positionV relativeFrom="paragraph">
                        <wp:posOffset>379095</wp:posOffset>
                      </wp:positionV>
                      <wp:extent cx="341630" cy="281305"/>
                      <wp:effectExtent l="0" t="0" r="0" b="444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3B33CB" w14:textId="77777777" w:rsidR="000C54D9" w:rsidRDefault="000C54D9" w:rsidP="000C54D9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ED146" id="Text Box 8" o:spid="_x0000_s1027" type="#_x0000_t202" style="position:absolute;margin-left:312.3pt;margin-top:29.85pt;width:26.9pt;height:22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" filled="f" stroked="f" strokeweight=".5pt">
                      <v:textbox>
                        <w:txbxContent>
                          <w:p w14:paraId="213B33CB" w14:textId="77777777" w:rsidR="000C54D9" w:rsidRDefault="000C54D9" w:rsidP="000C54D9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BE9E3FB" wp14:editId="46DBEE2C">
                      <wp:simplePos x="0" y="0"/>
                      <wp:positionH relativeFrom="column">
                        <wp:posOffset>3767468</wp:posOffset>
                      </wp:positionH>
                      <wp:positionV relativeFrom="paragraph">
                        <wp:posOffset>480141</wp:posOffset>
                      </wp:positionV>
                      <wp:extent cx="59690" cy="59690"/>
                      <wp:effectExtent l="12700" t="12700" r="16510" b="1651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CF8795" id="Oval 9" o:spid="_x0000_s1026" style="position:absolute;margin-left:296.65pt;margin-top:37.8pt;width:4.7pt;height:4.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" fillcolor="#4f81bd [3204]" strokecolor="#243f60 [1604]" strokeweight="2pt"/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2992" behindDoc="0" locked="0" layoutInCell="1" allowOverlap="1" wp14:anchorId="7E4CED97" wp14:editId="6843B15D">
                  <wp:simplePos x="0" y="0"/>
                  <wp:positionH relativeFrom="column">
                    <wp:posOffset>5952531</wp:posOffset>
                  </wp:positionH>
                  <wp:positionV relativeFrom="paragraph">
                    <wp:posOffset>1204271</wp:posOffset>
                  </wp:positionV>
                  <wp:extent cx="572135" cy="401320"/>
                  <wp:effectExtent l="0" t="0" r="0" b="508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4677">
              <w:rPr>
                <w:rFonts w:ascii="Century Gothic" w:hAnsi="Century Gothic"/>
              </w:rPr>
              <w:t>Accurately shade the region that is closer to B than A and less than 4cm from A</w:t>
            </w:r>
          </w:p>
        </w:tc>
      </w:tr>
    </w:tbl>
    <w:p w14:paraId="336F98EB" w14:textId="77777777" w:rsidR="00214677" w:rsidRDefault="00214677" w:rsidP="00214677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2752" behindDoc="0" locked="0" layoutInCell="1" allowOverlap="1" wp14:anchorId="72BE0B60" wp14:editId="7FC75AA8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14" name="Picture 11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1728" behindDoc="0" locked="0" layoutInCell="1" allowOverlap="1" wp14:anchorId="1DEDD7BE" wp14:editId="487A5F7A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15" name="Picture 11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13.3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5B4A35F4" w14:textId="77777777" w:rsidR="00214677" w:rsidRDefault="00214677" w:rsidP="00214677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214677" w:rsidRPr="00A06D07" w14:paraId="0E0BAD6C" w14:textId="77777777" w:rsidTr="00EA596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4904AF87" w14:textId="77777777" w:rsidR="00214677" w:rsidRPr="00A06D07" w:rsidRDefault="0021467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53CE985F" w14:textId="77777777" w:rsidR="00214677" w:rsidRPr="00214677" w:rsidRDefault="00214677" w:rsidP="00EA5960">
            <w:pPr>
              <w:tabs>
                <w:tab w:val="left" w:pos="1440"/>
              </w:tabs>
              <w:spacing w:before="120" w:after="0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The exchange rate is £</w:t>
            </w:r>
            <w:proofErr w:type="gramStart"/>
            <w:r w:rsidRPr="00214677">
              <w:rPr>
                <w:rFonts w:ascii="Century Gothic" w:hAnsi="Century Gothic"/>
              </w:rPr>
              <w:t>1 :</w:t>
            </w:r>
            <w:proofErr w:type="gramEnd"/>
            <w:r w:rsidRPr="00214677">
              <w:rPr>
                <w:rFonts w:ascii="Century Gothic" w:hAnsi="Century Gothic"/>
              </w:rPr>
              <w:t xml:space="preserve"> $25.3</w:t>
            </w:r>
          </w:p>
          <w:p w14:paraId="37B8558B" w14:textId="77777777" w:rsidR="00214677" w:rsidRPr="00214677" w:rsidRDefault="00214677" w:rsidP="00EA5960">
            <w:pPr>
              <w:tabs>
                <w:tab w:val="left" w:pos="1440"/>
              </w:tabs>
              <w:spacing w:before="120" w:after="0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How much is $750 in pounds?</w:t>
            </w:r>
          </w:p>
          <w:p w14:paraId="35B697F4" w14:textId="77777777" w:rsidR="00214677" w:rsidRPr="00214677" w:rsidRDefault="00214677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38F0390B" w14:textId="77777777" w:rsidR="00214677" w:rsidRPr="00214677" w:rsidRDefault="0021467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72C926D2" w14:textId="77777777" w:rsidR="00214677" w:rsidRPr="00214677" w:rsidRDefault="00214677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214677">
              <w:rPr>
                <w:rFonts w:ascii="Century Gothic" w:hAnsi="Century Gothic" w:cs="Tahoma"/>
              </w:rPr>
              <w:t xml:space="preserve">If </w:t>
            </w:r>
            <m:oMath>
              <m:r>
                <w:rPr>
                  <w:rFonts w:ascii="Cambria Math" w:hAnsi="Cambria Math" w:cs="Tahoma"/>
                </w:rPr>
                <m:t>a=5</m:t>
              </m:r>
            </m:oMath>
            <w:r w:rsidRPr="00214677">
              <w:rPr>
                <w:rFonts w:ascii="Century Gothic" w:eastAsiaTheme="minorEastAsia" w:hAnsi="Century Gothic" w:cs="Tahoma"/>
              </w:rPr>
              <w:t xml:space="preserve"> and </w:t>
            </w:r>
            <m:oMath>
              <m:r>
                <w:rPr>
                  <w:rFonts w:ascii="Cambria Math" w:eastAsiaTheme="minorEastAsia" w:hAnsi="Cambria Math" w:cs="Tahoma"/>
                </w:rPr>
                <m:t>b=7</m:t>
              </m:r>
            </m:oMath>
            <w:r w:rsidRPr="00214677">
              <w:rPr>
                <w:rFonts w:ascii="Century Gothic" w:eastAsiaTheme="minorEastAsia" w:hAnsi="Century Gothic" w:cs="Tahoma"/>
              </w:rPr>
              <w:t>, work out the value of:</w:t>
            </w:r>
          </w:p>
          <w:p w14:paraId="29E33F9A" w14:textId="77777777" w:rsidR="00214677" w:rsidRPr="00214677" w:rsidRDefault="000C54D9" w:rsidP="00EA5960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  <w:noProof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ahoma"/>
                    <w:noProof/>
                  </w:rPr>
                  <m:t>+b</m:t>
                </m:r>
              </m:oMath>
            </m:oMathPara>
          </w:p>
        </w:tc>
      </w:tr>
      <w:tr w:rsidR="00214677" w:rsidRPr="00A06D07" w14:paraId="6EFBC901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108BDBB" w14:textId="77777777" w:rsidR="00214677" w:rsidRPr="00A06D07" w:rsidRDefault="0021467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7763A34B" w14:textId="77777777" w:rsidR="00214677" w:rsidRPr="00214677" w:rsidRDefault="0021467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The probability of a green counter being selected is 0.2.  How many counters would you expect to be green if a counter was selected 50 times?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47C77E5" w14:textId="77777777" w:rsidR="00214677" w:rsidRPr="00214677" w:rsidRDefault="0021467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76106B92" w14:textId="77777777" w:rsidR="00214677" w:rsidRPr="00214677" w:rsidRDefault="0021467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  <w:r w:rsidRPr="0021467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28896" behindDoc="0" locked="0" layoutInCell="1" allowOverlap="1" wp14:anchorId="19ADA1CA" wp14:editId="35248D6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261620</wp:posOffset>
                  </wp:positionV>
                  <wp:extent cx="695325" cy="1102995"/>
                  <wp:effectExtent l="0" t="0" r="9525" b="1905"/>
                  <wp:wrapSquare wrapText="bothSides"/>
                  <wp:docPr id="116" name="Picture 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102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14677" w:rsidRPr="00A06D07" w14:paraId="0C45F469" w14:textId="77777777" w:rsidTr="00EA5960">
        <w:trPr>
          <w:trHeight w:val="2392"/>
        </w:trPr>
        <w:tc>
          <w:tcPr>
            <w:tcW w:w="421" w:type="dxa"/>
            <w:tcBorders>
              <w:right w:val="nil"/>
            </w:tcBorders>
          </w:tcPr>
          <w:p w14:paraId="4C5B2D10" w14:textId="77777777" w:rsidR="00214677" w:rsidRPr="00A06D07" w:rsidRDefault="0021467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60DCA8D6" w14:textId="77777777" w:rsidR="00214677" w:rsidRPr="00214677" w:rsidRDefault="00214677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650E1FC" wp14:editId="77FA6446">
                      <wp:simplePos x="0" y="0"/>
                      <wp:positionH relativeFrom="column">
                        <wp:posOffset>1693545</wp:posOffset>
                      </wp:positionH>
                      <wp:positionV relativeFrom="paragraph">
                        <wp:posOffset>1273175</wp:posOffset>
                      </wp:positionV>
                      <wp:extent cx="59690" cy="59690"/>
                      <wp:effectExtent l="12700" t="12700" r="16510" b="16510"/>
                      <wp:wrapNone/>
                      <wp:docPr id="110" name="Oval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04E6F4" id="Oval 110" o:spid="_x0000_s1026" style="position:absolute;margin-left:133.35pt;margin-top:100.25pt;width:4.7pt;height:4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" fillcolor="#4f81bd [3204]" strokecolor="#243f60 [1604]" strokeweight="2pt"/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BE5C890" wp14:editId="194C3553">
                      <wp:simplePos x="0" y="0"/>
                      <wp:positionH relativeFrom="column">
                        <wp:posOffset>1459730</wp:posOffset>
                      </wp:positionH>
                      <wp:positionV relativeFrom="paragraph">
                        <wp:posOffset>1113223</wp:posOffset>
                      </wp:positionV>
                      <wp:extent cx="341644" cy="281354"/>
                      <wp:effectExtent l="0" t="0" r="0" b="4445"/>
                      <wp:wrapNone/>
                      <wp:docPr id="111" name="Text Box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44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609891" w14:textId="77777777" w:rsidR="00214677" w:rsidRDefault="00214677" w:rsidP="00214677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5C890" id="Text Box 111" o:spid="_x0000_s1028" type="#_x0000_t202" style="position:absolute;margin-left:114.95pt;margin-top:87.65pt;width:26.9pt;height:22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" filled="f" stroked="f" strokeweight=".5pt">
                      <v:textbox>
                        <w:txbxContent>
                          <w:p w14:paraId="6D609891" w14:textId="77777777" w:rsidR="00214677" w:rsidRDefault="00214677" w:rsidP="00214677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BA6720B" wp14:editId="5B71CF02">
                      <wp:simplePos x="0" y="0"/>
                      <wp:positionH relativeFrom="column">
                        <wp:posOffset>3966210</wp:posOffset>
                      </wp:positionH>
                      <wp:positionV relativeFrom="paragraph">
                        <wp:posOffset>379095</wp:posOffset>
                      </wp:positionV>
                      <wp:extent cx="341630" cy="281305"/>
                      <wp:effectExtent l="0" t="0" r="0" b="4445"/>
                      <wp:wrapNone/>
                      <wp:docPr id="112" name="Text Box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C9D7FC" w14:textId="77777777" w:rsidR="00214677" w:rsidRDefault="00214677" w:rsidP="00214677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6720B" id="Text Box 112" o:spid="_x0000_s1029" type="#_x0000_t202" style="position:absolute;margin-left:312.3pt;margin-top:29.85pt;width:26.9pt;height:22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" filled="f" stroked="f" strokeweight=".5pt">
                      <v:textbox>
                        <w:txbxContent>
                          <w:p w14:paraId="2DC9D7FC" w14:textId="77777777" w:rsidR="00214677" w:rsidRDefault="00214677" w:rsidP="00214677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81F76B7" wp14:editId="2A1A0F0B">
                      <wp:simplePos x="0" y="0"/>
                      <wp:positionH relativeFrom="column">
                        <wp:posOffset>3767468</wp:posOffset>
                      </wp:positionH>
                      <wp:positionV relativeFrom="paragraph">
                        <wp:posOffset>480141</wp:posOffset>
                      </wp:positionV>
                      <wp:extent cx="59690" cy="59690"/>
                      <wp:effectExtent l="12700" t="12700" r="16510" b="16510"/>
                      <wp:wrapNone/>
                      <wp:docPr id="113" name="Oval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742F32" id="Oval 113" o:spid="_x0000_s1026" style="position:absolute;margin-left:296.65pt;margin-top:37.8pt;width:4.7pt;height:4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" fillcolor="#4f81bd [3204]" strokecolor="#243f60 [1604]" strokeweight="2pt"/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23776" behindDoc="0" locked="0" layoutInCell="1" allowOverlap="1" wp14:anchorId="44BFD431" wp14:editId="0E3C2250">
                  <wp:simplePos x="0" y="0"/>
                  <wp:positionH relativeFrom="column">
                    <wp:posOffset>5952531</wp:posOffset>
                  </wp:positionH>
                  <wp:positionV relativeFrom="paragraph">
                    <wp:posOffset>1204271</wp:posOffset>
                  </wp:positionV>
                  <wp:extent cx="572135" cy="401320"/>
                  <wp:effectExtent l="0" t="0" r="0" b="5080"/>
                  <wp:wrapNone/>
                  <wp:docPr id="11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4677">
              <w:rPr>
                <w:rFonts w:ascii="Century Gothic" w:hAnsi="Century Gothic"/>
              </w:rPr>
              <w:t>Accurately shade the region that is closer to B than A and less than 4cm from A</w:t>
            </w:r>
          </w:p>
        </w:tc>
      </w:tr>
    </w:tbl>
    <w:p w14:paraId="467FD964" w14:textId="77777777" w:rsidR="00037A50" w:rsidRDefault="00037A50" w:rsidP="00BA1603">
      <w:pPr>
        <w:spacing w:after="120"/>
        <w:rPr>
          <w:rFonts w:ascii="Kristen ITC" w:hAnsi="Kristen ITC"/>
          <w:b/>
        </w:rPr>
      </w:pPr>
    </w:p>
    <w:sectPr w:rsidR="00037A5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37A50"/>
    <w:rsid w:val="00072244"/>
    <w:rsid w:val="000826B9"/>
    <w:rsid w:val="00083325"/>
    <w:rsid w:val="000A43CA"/>
    <w:rsid w:val="000A63AF"/>
    <w:rsid w:val="000B2B5E"/>
    <w:rsid w:val="000B420F"/>
    <w:rsid w:val="000B5390"/>
    <w:rsid w:val="000C54D9"/>
    <w:rsid w:val="000F6BFE"/>
    <w:rsid w:val="001274D6"/>
    <w:rsid w:val="001279F5"/>
    <w:rsid w:val="00130352"/>
    <w:rsid w:val="00143BE1"/>
    <w:rsid w:val="00150843"/>
    <w:rsid w:val="001826A9"/>
    <w:rsid w:val="00187009"/>
    <w:rsid w:val="001A1D1C"/>
    <w:rsid w:val="001A6603"/>
    <w:rsid w:val="001D484E"/>
    <w:rsid w:val="001E511C"/>
    <w:rsid w:val="00213C21"/>
    <w:rsid w:val="00214677"/>
    <w:rsid w:val="00292BBA"/>
    <w:rsid w:val="00293A17"/>
    <w:rsid w:val="00293BEA"/>
    <w:rsid w:val="00296DE9"/>
    <w:rsid w:val="002B63A6"/>
    <w:rsid w:val="002D25E6"/>
    <w:rsid w:val="002D4D8B"/>
    <w:rsid w:val="002D5D86"/>
    <w:rsid w:val="0031452F"/>
    <w:rsid w:val="00325E6D"/>
    <w:rsid w:val="00327C60"/>
    <w:rsid w:val="00333535"/>
    <w:rsid w:val="00347394"/>
    <w:rsid w:val="0037571F"/>
    <w:rsid w:val="003E68F7"/>
    <w:rsid w:val="003F51D8"/>
    <w:rsid w:val="004015EA"/>
    <w:rsid w:val="00436C34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5D3B"/>
    <w:rsid w:val="00525119"/>
    <w:rsid w:val="00527D73"/>
    <w:rsid w:val="005571E9"/>
    <w:rsid w:val="00561D0D"/>
    <w:rsid w:val="00575446"/>
    <w:rsid w:val="00580957"/>
    <w:rsid w:val="00595258"/>
    <w:rsid w:val="005C5905"/>
    <w:rsid w:val="005E1266"/>
    <w:rsid w:val="005E469A"/>
    <w:rsid w:val="00601A47"/>
    <w:rsid w:val="00603453"/>
    <w:rsid w:val="0064471D"/>
    <w:rsid w:val="00666176"/>
    <w:rsid w:val="00674C3D"/>
    <w:rsid w:val="006866A3"/>
    <w:rsid w:val="006C37A5"/>
    <w:rsid w:val="006C37E5"/>
    <w:rsid w:val="006D1E8E"/>
    <w:rsid w:val="006E5C4D"/>
    <w:rsid w:val="006F185A"/>
    <w:rsid w:val="00705472"/>
    <w:rsid w:val="00712C99"/>
    <w:rsid w:val="00714102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6A8E"/>
    <w:rsid w:val="00884433"/>
    <w:rsid w:val="008B0E29"/>
    <w:rsid w:val="008B5103"/>
    <w:rsid w:val="008D76D7"/>
    <w:rsid w:val="008E29DA"/>
    <w:rsid w:val="0090117B"/>
    <w:rsid w:val="009118B1"/>
    <w:rsid w:val="0094070B"/>
    <w:rsid w:val="0095325A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A06D07"/>
    <w:rsid w:val="00A13034"/>
    <w:rsid w:val="00A15BBF"/>
    <w:rsid w:val="00A72B2C"/>
    <w:rsid w:val="00AB54E4"/>
    <w:rsid w:val="00AD04E8"/>
    <w:rsid w:val="00AD1307"/>
    <w:rsid w:val="00AD3264"/>
    <w:rsid w:val="00AD3C1A"/>
    <w:rsid w:val="00B07CF2"/>
    <w:rsid w:val="00B109EA"/>
    <w:rsid w:val="00B72752"/>
    <w:rsid w:val="00B8569F"/>
    <w:rsid w:val="00B94DA2"/>
    <w:rsid w:val="00B96458"/>
    <w:rsid w:val="00BA1603"/>
    <w:rsid w:val="00BA2BBF"/>
    <w:rsid w:val="00BA7CD3"/>
    <w:rsid w:val="00BB35EA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9225A"/>
    <w:rsid w:val="00CF24C6"/>
    <w:rsid w:val="00D017AE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33C5E"/>
    <w:rsid w:val="00E3559C"/>
    <w:rsid w:val="00E7749A"/>
    <w:rsid w:val="00E86CC7"/>
    <w:rsid w:val="00E907F4"/>
    <w:rsid w:val="00E9577D"/>
    <w:rsid w:val="00EB65D1"/>
    <w:rsid w:val="00EC0572"/>
    <w:rsid w:val="00EC4CCA"/>
    <w:rsid w:val="00F11D9B"/>
    <w:rsid w:val="00F21F8D"/>
    <w:rsid w:val="00F303CE"/>
    <w:rsid w:val="00F3678B"/>
    <w:rsid w:val="00F8416B"/>
    <w:rsid w:val="00FA673D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5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16</cp:revision>
  <dcterms:created xsi:type="dcterms:W3CDTF">2019-05-30T14:30:00Z</dcterms:created>
  <dcterms:modified xsi:type="dcterms:W3CDTF">2019-05-30T14:36:00Z</dcterms:modified>
</cp:coreProperties>
</file>